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3062BD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</w:t>
      </w:r>
      <w:r w:rsidR="006204D1">
        <w:rPr>
          <w:rFonts w:ascii="Arial Narrow" w:hAnsi="Arial Narrow"/>
          <w:sz w:val="22"/>
          <w:lang w:val="de-DE"/>
        </w:rPr>
        <w:t>. Sitzung | SS15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</w:t>
      </w:r>
      <w:r w:rsidR="007440AD">
        <w:rPr>
          <w:rFonts w:ascii="Arial Narrow" w:hAnsi="Arial Narrow"/>
          <w:sz w:val="22"/>
          <w:lang w:val="de-DE"/>
        </w:rPr>
        <w:t>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0746E1">
        <w:rPr>
          <w:rFonts w:ascii="Arial Narrow" w:hAnsi="Arial Narrow"/>
          <w:noProof/>
          <w:sz w:val="22"/>
          <w:lang w:val="de-DE"/>
        </w:rPr>
        <w:t>22.03.2017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620A79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FD2BD0" w:rsidRPr="003062BD" w:rsidRDefault="007440AD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>Check letztes Protokoll</w:t>
      </w:r>
    </w:p>
    <w:p w:rsidR="00F15C06" w:rsidRPr="003062BD" w:rsidRDefault="00F15C06" w:rsidP="00F15C0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>Referatsraum Regale</w:t>
      </w:r>
    </w:p>
    <w:p w:rsidR="00F15C06" w:rsidRPr="003062BD" w:rsidRDefault="00BA216D" w:rsidP="00F15C0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>Bill</w:t>
      </w:r>
      <w:r w:rsidR="00F15C06" w:rsidRPr="003062BD">
        <w:rPr>
          <w:rFonts w:ascii="Arial Narrow" w:hAnsi="Arial Narrow"/>
          <w:sz w:val="18"/>
          <w:lang w:val="de-DE"/>
        </w:rPr>
        <w:t>ardtisch</w:t>
      </w:r>
    </w:p>
    <w:p w:rsidR="00FD2BD0" w:rsidRPr="003062BD" w:rsidRDefault="00620A79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>HSB Motto</w:t>
      </w:r>
    </w:p>
    <w:p w:rsidR="00620A79" w:rsidRPr="003062BD" w:rsidRDefault="00620A79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>Inventur (Lukas)</w:t>
      </w:r>
    </w:p>
    <w:p w:rsidR="00620A79" w:rsidRPr="003062BD" w:rsidRDefault="00620A79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>EMAS (Lukas)</w:t>
      </w:r>
    </w:p>
    <w:p w:rsidR="003062BD" w:rsidRPr="003062BD" w:rsidRDefault="003062BD" w:rsidP="003062B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proofErr w:type="spellStart"/>
      <w:r w:rsidRPr="003062BD">
        <w:rPr>
          <w:rFonts w:ascii="Arial Narrow" w:hAnsi="Arial Narrow"/>
          <w:sz w:val="18"/>
          <w:lang w:val="de-DE"/>
        </w:rPr>
        <w:t>Ersti</w:t>
      </w:r>
      <w:proofErr w:type="spellEnd"/>
      <w:r w:rsidRPr="003062BD">
        <w:rPr>
          <w:rFonts w:ascii="Arial Narrow" w:hAnsi="Arial Narrow"/>
          <w:sz w:val="18"/>
          <w:lang w:val="de-DE"/>
        </w:rPr>
        <w:t xml:space="preserve">-Party Info (Helena) </w:t>
      </w:r>
    </w:p>
    <w:p w:rsidR="00620A79" w:rsidRPr="003062BD" w:rsidRDefault="000244B2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 xml:space="preserve">Studierendenrat </w:t>
      </w:r>
      <w:r w:rsidR="00620A79" w:rsidRPr="003062BD">
        <w:rPr>
          <w:rFonts w:ascii="Arial Narrow" w:hAnsi="Arial Narrow"/>
          <w:sz w:val="18"/>
          <w:lang w:val="de-DE"/>
        </w:rPr>
        <w:t>Wahl</w:t>
      </w:r>
    </w:p>
    <w:p w:rsidR="00620A79" w:rsidRPr="003062BD" w:rsidRDefault="00620A79" w:rsidP="00620A79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>AStA Wahlliste</w:t>
      </w:r>
    </w:p>
    <w:p w:rsidR="00EA1F70" w:rsidRPr="003062BD" w:rsidRDefault="00EA1F70" w:rsidP="00620A79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>Senat? (Matze)</w:t>
      </w:r>
    </w:p>
    <w:p w:rsidR="00620A79" w:rsidRPr="003062BD" w:rsidRDefault="00620A79" w:rsidP="00620A79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proofErr w:type="spellStart"/>
      <w:r w:rsidRPr="003062BD">
        <w:rPr>
          <w:rFonts w:ascii="Arial Narrow" w:hAnsi="Arial Narrow"/>
          <w:sz w:val="18"/>
          <w:lang w:val="de-DE"/>
        </w:rPr>
        <w:t>Wahlinfo</w:t>
      </w:r>
      <w:proofErr w:type="spellEnd"/>
      <w:r w:rsidRPr="003062BD">
        <w:rPr>
          <w:rFonts w:ascii="Arial Narrow" w:hAnsi="Arial Narrow"/>
          <w:sz w:val="18"/>
          <w:lang w:val="de-DE"/>
        </w:rPr>
        <w:t xml:space="preserve"> Event</w:t>
      </w:r>
    </w:p>
    <w:p w:rsidR="00620A79" w:rsidRPr="003062BD" w:rsidRDefault="00620A79" w:rsidP="00620A7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>Ausschüsse (Lukas)</w:t>
      </w:r>
      <w:bookmarkStart w:id="0" w:name="_GoBack"/>
      <w:bookmarkEnd w:id="0"/>
    </w:p>
    <w:p w:rsidR="00F15C06" w:rsidRPr="003062BD" w:rsidRDefault="00620A79" w:rsidP="00F15C0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>AStA Abend</w:t>
      </w:r>
      <w:r w:rsidR="00F15C06" w:rsidRPr="003062BD">
        <w:rPr>
          <w:rFonts w:ascii="Arial Narrow" w:hAnsi="Arial Narrow"/>
          <w:sz w:val="18"/>
          <w:lang w:val="de-DE"/>
        </w:rPr>
        <w:t xml:space="preserve"> (Lukas)</w:t>
      </w:r>
    </w:p>
    <w:p w:rsidR="000C3469" w:rsidRPr="003062BD" w:rsidRDefault="00FC1661" w:rsidP="00F15C0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proofErr w:type="spellStart"/>
      <w:r w:rsidRPr="003062BD">
        <w:rPr>
          <w:rFonts w:ascii="Arial Narrow" w:hAnsi="Arial Narrow"/>
          <w:sz w:val="18"/>
          <w:lang w:val="de-DE"/>
        </w:rPr>
        <w:t>Ersti</w:t>
      </w:r>
      <w:proofErr w:type="spellEnd"/>
      <w:r w:rsidRPr="003062BD">
        <w:rPr>
          <w:rFonts w:ascii="Arial Narrow" w:hAnsi="Arial Narrow"/>
          <w:sz w:val="18"/>
          <w:lang w:val="de-DE"/>
        </w:rPr>
        <w:t>-Party Arbeitsgruppe</w:t>
      </w:r>
      <w:r w:rsidR="004B5163" w:rsidRPr="003062BD">
        <w:rPr>
          <w:rFonts w:ascii="Arial Narrow" w:hAnsi="Arial Narrow"/>
          <w:sz w:val="18"/>
          <w:lang w:val="de-DE"/>
        </w:rPr>
        <w:t xml:space="preserve"> (Matze/Sabbel)</w:t>
      </w:r>
    </w:p>
    <w:p w:rsidR="004B5163" w:rsidRPr="003062BD" w:rsidRDefault="004B5163" w:rsidP="00F15C0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proofErr w:type="spellStart"/>
      <w:r w:rsidRPr="003062BD">
        <w:rPr>
          <w:rFonts w:ascii="Arial Narrow" w:hAnsi="Arial Narrow"/>
          <w:sz w:val="18"/>
          <w:lang w:val="de-DE"/>
        </w:rPr>
        <w:t>Dartscheibe</w:t>
      </w:r>
      <w:proofErr w:type="spellEnd"/>
      <w:r w:rsidRPr="003062BD">
        <w:rPr>
          <w:rFonts w:ascii="Arial Narrow" w:hAnsi="Arial Narrow"/>
          <w:sz w:val="18"/>
          <w:lang w:val="de-DE"/>
        </w:rPr>
        <w:t xml:space="preserve"> (Matze)</w:t>
      </w:r>
    </w:p>
    <w:p w:rsidR="00DA5F31" w:rsidRPr="003062BD" w:rsidRDefault="00DA5F31" w:rsidP="00F15C0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>Biergarnitur &amp; Leihe (Matze)</w:t>
      </w:r>
    </w:p>
    <w:p w:rsidR="00AB7705" w:rsidRPr="003062BD" w:rsidRDefault="00AB7705" w:rsidP="00F15C0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>Gewählte AStA-Mitglieder</w:t>
      </w:r>
      <w:r w:rsidR="00DF3B0B" w:rsidRPr="003062BD">
        <w:rPr>
          <w:rFonts w:ascii="Arial Narrow" w:hAnsi="Arial Narrow"/>
          <w:sz w:val="18"/>
          <w:lang w:val="de-DE"/>
        </w:rPr>
        <w:t xml:space="preserve"> (Matz</w:t>
      </w:r>
      <w:r w:rsidRPr="003062BD">
        <w:rPr>
          <w:rFonts w:ascii="Arial Narrow" w:hAnsi="Arial Narrow"/>
          <w:sz w:val="18"/>
          <w:lang w:val="de-DE"/>
        </w:rPr>
        <w:t>e)</w:t>
      </w:r>
    </w:p>
    <w:p w:rsidR="00C22B96" w:rsidRPr="003062BD" w:rsidRDefault="00C22B96" w:rsidP="003062B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proofErr w:type="spellStart"/>
      <w:r w:rsidRPr="003062BD">
        <w:rPr>
          <w:rFonts w:ascii="Arial Narrow" w:hAnsi="Arial Narrow"/>
          <w:sz w:val="18"/>
          <w:lang w:val="de-DE"/>
        </w:rPr>
        <w:t>Taschen+Blöcke</w:t>
      </w:r>
      <w:proofErr w:type="spellEnd"/>
      <w:r w:rsidRPr="003062BD">
        <w:rPr>
          <w:rFonts w:ascii="Arial Narrow" w:hAnsi="Arial Narrow"/>
          <w:sz w:val="18"/>
          <w:lang w:val="de-DE"/>
        </w:rPr>
        <w:t xml:space="preserve"> wegbringen (</w:t>
      </w:r>
      <w:proofErr w:type="spellStart"/>
      <w:r w:rsidRPr="003062BD">
        <w:rPr>
          <w:rFonts w:ascii="Arial Narrow" w:hAnsi="Arial Narrow"/>
          <w:sz w:val="18"/>
          <w:lang w:val="de-DE"/>
        </w:rPr>
        <w:t>Fleig</w:t>
      </w:r>
      <w:proofErr w:type="spellEnd"/>
      <w:r w:rsidRPr="003062BD">
        <w:rPr>
          <w:rFonts w:ascii="Arial Narrow" w:hAnsi="Arial Narrow"/>
          <w:sz w:val="18"/>
          <w:lang w:val="de-DE"/>
        </w:rPr>
        <w:t>)</w:t>
      </w:r>
    </w:p>
    <w:p w:rsidR="00FD2BD0" w:rsidRPr="003062BD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8"/>
          <w:lang w:val="de-DE"/>
        </w:rPr>
      </w:pPr>
      <w:r w:rsidRPr="003062BD">
        <w:rPr>
          <w:rFonts w:ascii="Arial Narrow" w:hAnsi="Arial Narrow"/>
          <w:sz w:val="18"/>
          <w:lang w:val="de-DE"/>
        </w:rPr>
        <w:t>Sonstiges</w:t>
      </w:r>
    </w:p>
    <w:sectPr w:rsidR="00FD2BD0" w:rsidRPr="003062BD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SS15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746E1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244B2"/>
    <w:rsid w:val="0003734E"/>
    <w:rsid w:val="000459F9"/>
    <w:rsid w:val="00052A2E"/>
    <w:rsid w:val="00063E3E"/>
    <w:rsid w:val="000746E1"/>
    <w:rsid w:val="000755CE"/>
    <w:rsid w:val="00094624"/>
    <w:rsid w:val="000973A0"/>
    <w:rsid w:val="000A4FD2"/>
    <w:rsid w:val="000B2E2D"/>
    <w:rsid w:val="000C1EB8"/>
    <w:rsid w:val="000C2A6E"/>
    <w:rsid w:val="000C3469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108C"/>
    <w:rsid w:val="002A571F"/>
    <w:rsid w:val="002B1A01"/>
    <w:rsid w:val="002D090B"/>
    <w:rsid w:val="002E7327"/>
    <w:rsid w:val="003062BD"/>
    <w:rsid w:val="00310FD9"/>
    <w:rsid w:val="00312F4D"/>
    <w:rsid w:val="003339C0"/>
    <w:rsid w:val="0034237A"/>
    <w:rsid w:val="0036697F"/>
    <w:rsid w:val="00367A3E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B5163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204D1"/>
    <w:rsid w:val="00620A79"/>
    <w:rsid w:val="00685893"/>
    <w:rsid w:val="00686ECB"/>
    <w:rsid w:val="006A01E2"/>
    <w:rsid w:val="006A0CE7"/>
    <w:rsid w:val="006A2577"/>
    <w:rsid w:val="006A6E9D"/>
    <w:rsid w:val="006C4D68"/>
    <w:rsid w:val="006F55D7"/>
    <w:rsid w:val="00713690"/>
    <w:rsid w:val="007173E9"/>
    <w:rsid w:val="00733F99"/>
    <w:rsid w:val="007364E7"/>
    <w:rsid w:val="00742C7E"/>
    <w:rsid w:val="007440AD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B7705"/>
    <w:rsid w:val="00AE757F"/>
    <w:rsid w:val="00AF264D"/>
    <w:rsid w:val="00B25462"/>
    <w:rsid w:val="00B262CA"/>
    <w:rsid w:val="00B31937"/>
    <w:rsid w:val="00B51224"/>
    <w:rsid w:val="00B83D82"/>
    <w:rsid w:val="00BA10A5"/>
    <w:rsid w:val="00BA216D"/>
    <w:rsid w:val="00BD4E8B"/>
    <w:rsid w:val="00BE1515"/>
    <w:rsid w:val="00C1435E"/>
    <w:rsid w:val="00C22B96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D24AA6"/>
    <w:rsid w:val="00D523B8"/>
    <w:rsid w:val="00D55BFE"/>
    <w:rsid w:val="00D62D7D"/>
    <w:rsid w:val="00D803B9"/>
    <w:rsid w:val="00D94C60"/>
    <w:rsid w:val="00DA5F31"/>
    <w:rsid w:val="00DD1790"/>
    <w:rsid w:val="00DE1F6C"/>
    <w:rsid w:val="00DF3B0B"/>
    <w:rsid w:val="00E1673A"/>
    <w:rsid w:val="00E206F4"/>
    <w:rsid w:val="00E36789"/>
    <w:rsid w:val="00E52891"/>
    <w:rsid w:val="00E66A27"/>
    <w:rsid w:val="00E81768"/>
    <w:rsid w:val="00E90352"/>
    <w:rsid w:val="00E97E93"/>
    <w:rsid w:val="00EA1F70"/>
    <w:rsid w:val="00EA30A5"/>
    <w:rsid w:val="00EB31F2"/>
    <w:rsid w:val="00F15C06"/>
    <w:rsid w:val="00F15EEB"/>
    <w:rsid w:val="00F834DE"/>
    <w:rsid w:val="00FC1661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Helena Heppeler</cp:lastModifiedBy>
  <cp:revision>13</cp:revision>
  <cp:lastPrinted>2017-03-22T12:00:00Z</cp:lastPrinted>
  <dcterms:created xsi:type="dcterms:W3CDTF">2017-03-15T14:05:00Z</dcterms:created>
  <dcterms:modified xsi:type="dcterms:W3CDTF">2017-03-22T12:00:00Z</dcterms:modified>
</cp:coreProperties>
</file>